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0BF" w:rsidRPr="001B466E" w:rsidRDefault="000C30BF" w:rsidP="004E5F0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B466E">
        <w:rPr>
          <w:rFonts w:ascii="Times New Roman" w:hAnsi="Times New Roman"/>
          <w:b/>
          <w:bCs/>
          <w:sz w:val="28"/>
          <w:szCs w:val="28"/>
        </w:rPr>
        <w:t xml:space="preserve">Аннотация к рабочей программе по истории в 10-11 классе </w:t>
      </w:r>
    </w:p>
    <w:p w:rsidR="000C30BF" w:rsidRPr="001B466E" w:rsidRDefault="000C30BF" w:rsidP="004E5F0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B466E">
        <w:rPr>
          <w:rFonts w:ascii="Times New Roman" w:hAnsi="Times New Roman"/>
          <w:b/>
          <w:bCs/>
          <w:sz w:val="28"/>
          <w:szCs w:val="28"/>
        </w:rPr>
        <w:t xml:space="preserve"> 2019-2020 учебный год</w:t>
      </w:r>
    </w:p>
    <w:p w:rsidR="000C30BF" w:rsidRPr="001B466E" w:rsidRDefault="000C30BF" w:rsidP="001B466E">
      <w:pPr>
        <w:pStyle w:val="FootnoteText"/>
        <w:tabs>
          <w:tab w:val="clear" w:pos="993"/>
        </w:tabs>
        <w:autoSpaceDE/>
        <w:autoSpaceDN/>
        <w:adjustRightInd/>
        <w:ind w:firstLine="708"/>
        <w:jc w:val="both"/>
        <w:rPr>
          <w:b w:val="0"/>
          <w:sz w:val="28"/>
          <w:szCs w:val="28"/>
        </w:rPr>
      </w:pPr>
      <w:r w:rsidRPr="001B466E">
        <w:rPr>
          <w:b w:val="0"/>
          <w:sz w:val="28"/>
          <w:szCs w:val="28"/>
        </w:rPr>
        <w:t xml:space="preserve">Предлагаемая программа составлена на основе Федерального компонента государственного образовательного стандарта (полного) общего образования, утвержденного приказом МО РФ №1312 от 09.03.2004года  Примерной программы по учебным предметам. История. 10-11  классы: проект. – 2-е изд. – М.: Просвещение, 2015; Рабочей программы к учебнику «Всеобщая история. Новейшая история. 1914-начало </w:t>
      </w:r>
      <w:r w:rsidRPr="001B466E">
        <w:rPr>
          <w:b w:val="0"/>
          <w:sz w:val="28"/>
          <w:szCs w:val="28"/>
          <w:lang w:val="en-US"/>
        </w:rPr>
        <w:t>XXI</w:t>
      </w:r>
      <w:r w:rsidRPr="001B466E">
        <w:rPr>
          <w:b w:val="0"/>
          <w:sz w:val="28"/>
          <w:szCs w:val="28"/>
        </w:rPr>
        <w:t xml:space="preserve">   в.» под ред. С.П.Карпова. М., «Русское слово». 2019</w:t>
      </w:r>
    </w:p>
    <w:p w:rsidR="000C30BF" w:rsidRPr="001B466E" w:rsidRDefault="000C30BF" w:rsidP="001B466E">
      <w:pPr>
        <w:jc w:val="center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1B466E">
        <w:rPr>
          <w:rFonts w:ascii="Times New Roman" w:hAnsi="Times New Roman"/>
          <w:b/>
          <w:iCs/>
          <w:color w:val="000000"/>
          <w:sz w:val="28"/>
          <w:szCs w:val="28"/>
        </w:rPr>
        <w:t>Целью преподавания предмета является:</w:t>
      </w:r>
    </w:p>
    <w:p w:rsidR="000C30BF" w:rsidRPr="001B466E" w:rsidRDefault="000C30BF" w:rsidP="004E5F0C">
      <w:pPr>
        <w:pStyle w:val="ConsPlusNormal"/>
        <w:ind w:firstLine="540"/>
        <w:jc w:val="both"/>
        <w:rPr>
          <w:sz w:val="28"/>
          <w:szCs w:val="28"/>
        </w:rPr>
      </w:pPr>
      <w:r w:rsidRPr="001B466E">
        <w:rPr>
          <w:sz w:val="28"/>
          <w:szCs w:val="28"/>
        </w:rPr>
        <w:t>-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0C30BF" w:rsidRPr="001B466E" w:rsidRDefault="000C30BF" w:rsidP="004E5F0C">
      <w:pPr>
        <w:pStyle w:val="ConsPlusNormal"/>
        <w:ind w:firstLine="540"/>
        <w:jc w:val="both"/>
        <w:rPr>
          <w:sz w:val="28"/>
          <w:szCs w:val="28"/>
        </w:rPr>
      </w:pPr>
      <w:r w:rsidRPr="001B466E">
        <w:rPr>
          <w:sz w:val="28"/>
          <w:szCs w:val="28"/>
        </w:rPr>
        <w:t>-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0C30BF" w:rsidRPr="001B466E" w:rsidRDefault="000C30BF" w:rsidP="004E5F0C">
      <w:pPr>
        <w:pStyle w:val="ConsPlusNormal"/>
        <w:ind w:firstLine="540"/>
        <w:jc w:val="both"/>
        <w:rPr>
          <w:sz w:val="28"/>
          <w:szCs w:val="28"/>
        </w:rPr>
      </w:pPr>
      <w:r w:rsidRPr="001B466E">
        <w:rPr>
          <w:sz w:val="28"/>
          <w:szCs w:val="28"/>
        </w:rPr>
        <w:t>-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0C30BF" w:rsidRPr="001B466E" w:rsidRDefault="000C30BF" w:rsidP="004E5F0C">
      <w:pPr>
        <w:pStyle w:val="ConsPlusNormal"/>
        <w:ind w:firstLine="540"/>
        <w:jc w:val="both"/>
        <w:rPr>
          <w:sz w:val="28"/>
          <w:szCs w:val="28"/>
        </w:rPr>
      </w:pPr>
      <w:r w:rsidRPr="001B466E">
        <w:rPr>
          <w:sz w:val="28"/>
          <w:szCs w:val="28"/>
        </w:rPr>
        <w:t>- воспитание уважения к культуре, языкам, традициям и обычаям народов, проживающих в Российской Федерации.</w:t>
      </w:r>
    </w:p>
    <w:p w:rsidR="000C30BF" w:rsidRPr="001B466E" w:rsidRDefault="000C30BF" w:rsidP="004E5F0C">
      <w:pPr>
        <w:pStyle w:val="NormalWeb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  <w:lang w:eastAsia="en-US"/>
        </w:rPr>
      </w:pPr>
    </w:p>
    <w:p w:rsidR="000C30BF" w:rsidRPr="001B466E" w:rsidRDefault="000C30BF" w:rsidP="001B466E">
      <w:pPr>
        <w:pStyle w:val="NoSpacing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B466E">
        <w:rPr>
          <w:rFonts w:ascii="Times New Roman" w:hAnsi="Times New Roman"/>
          <w:b/>
          <w:color w:val="000000"/>
          <w:sz w:val="28"/>
          <w:szCs w:val="28"/>
        </w:rPr>
        <w:t>Содержание учебного предмета</w:t>
      </w:r>
    </w:p>
    <w:p w:rsidR="000C30BF" w:rsidRPr="001B466E" w:rsidRDefault="000C30BF" w:rsidP="004E5F0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1B466E">
        <w:rPr>
          <w:bCs/>
          <w:sz w:val="28"/>
          <w:szCs w:val="28"/>
        </w:rPr>
        <w:t xml:space="preserve">Тема I. Россия в годы «великих потрясений» </w:t>
      </w:r>
    </w:p>
    <w:p w:rsidR="000C30BF" w:rsidRPr="001B466E" w:rsidRDefault="000C30BF" w:rsidP="004E5F0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1B466E">
        <w:rPr>
          <w:bCs/>
          <w:sz w:val="28"/>
          <w:szCs w:val="28"/>
        </w:rPr>
        <w:t xml:space="preserve">Тема II. Советский союз в 1920—1930-х гг. </w:t>
      </w:r>
    </w:p>
    <w:p w:rsidR="000C30BF" w:rsidRPr="001B466E" w:rsidRDefault="000C30BF" w:rsidP="004E5F0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1B466E">
        <w:rPr>
          <w:bCs/>
          <w:sz w:val="28"/>
          <w:szCs w:val="28"/>
        </w:rPr>
        <w:t xml:space="preserve">Тема III. Великая Отечественная война. 1941—1945 гг. </w:t>
      </w:r>
    </w:p>
    <w:p w:rsidR="000C30BF" w:rsidRPr="001B466E" w:rsidRDefault="000C30BF" w:rsidP="004E5F0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1B466E">
        <w:rPr>
          <w:bCs/>
          <w:sz w:val="28"/>
          <w:szCs w:val="28"/>
        </w:rPr>
        <w:t xml:space="preserve">Тема IV. Апогей и кризис советской системы. </w:t>
      </w:r>
    </w:p>
    <w:p w:rsidR="000C30BF" w:rsidRPr="001B466E" w:rsidRDefault="000C30BF" w:rsidP="004E5F0C">
      <w:pPr>
        <w:rPr>
          <w:rFonts w:ascii="Times New Roman" w:hAnsi="Times New Roman"/>
          <w:sz w:val="28"/>
          <w:szCs w:val="28"/>
        </w:rPr>
      </w:pPr>
      <w:r w:rsidRPr="001B466E">
        <w:rPr>
          <w:rFonts w:ascii="Times New Roman" w:hAnsi="Times New Roman"/>
          <w:sz w:val="28"/>
          <w:szCs w:val="28"/>
        </w:rPr>
        <w:t>Тема</w:t>
      </w:r>
      <w:r>
        <w:rPr>
          <w:rFonts w:ascii="Times New Roman" w:hAnsi="Times New Roman"/>
          <w:sz w:val="28"/>
          <w:szCs w:val="28"/>
        </w:rPr>
        <w:t xml:space="preserve"> V. Российская Федерация. </w:t>
      </w:r>
      <w:r w:rsidRPr="001B466E">
        <w:rPr>
          <w:rFonts w:ascii="Times New Roman" w:hAnsi="Times New Roman"/>
          <w:sz w:val="28"/>
          <w:szCs w:val="28"/>
        </w:rPr>
        <w:t xml:space="preserve"> Итоговые обобщающие </w:t>
      </w:r>
    </w:p>
    <w:p w:rsidR="000C30BF" w:rsidRPr="001B466E" w:rsidRDefault="000C30BF" w:rsidP="001B466E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B466E">
        <w:rPr>
          <w:rFonts w:ascii="Times New Roman" w:hAnsi="Times New Roman"/>
          <w:b/>
          <w:sz w:val="28"/>
          <w:szCs w:val="28"/>
        </w:rPr>
        <w:t>Место учебного предмета  в учебном плане</w:t>
      </w:r>
    </w:p>
    <w:p w:rsidR="000C30BF" w:rsidRPr="001B466E" w:rsidRDefault="000C30BF" w:rsidP="004E5F0C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0C30BF" w:rsidRPr="001B466E" w:rsidRDefault="000C30BF" w:rsidP="001B466E">
      <w:pPr>
        <w:pStyle w:val="NoSpacing"/>
        <w:ind w:firstLine="708"/>
        <w:jc w:val="both"/>
        <w:rPr>
          <w:rFonts w:ascii="Times New Roman" w:hAnsi="Times New Roman"/>
          <w:b/>
          <w:spacing w:val="-3"/>
          <w:sz w:val="28"/>
          <w:szCs w:val="28"/>
        </w:rPr>
      </w:pPr>
      <w:r w:rsidRPr="001B466E">
        <w:rPr>
          <w:rFonts w:ascii="Times New Roman" w:hAnsi="Times New Roman"/>
          <w:sz w:val="28"/>
          <w:szCs w:val="28"/>
        </w:rPr>
        <w:t xml:space="preserve">В соответствии Учебным планом </w:t>
      </w:r>
      <w:r>
        <w:rPr>
          <w:rFonts w:ascii="Times New Roman" w:hAnsi="Times New Roman"/>
          <w:sz w:val="28"/>
          <w:szCs w:val="28"/>
        </w:rPr>
        <w:t>МБОУ СОШ № 2 имени Л.Н. Плаксина пос. Мостовского</w:t>
      </w:r>
      <w:r w:rsidRPr="001B466E">
        <w:rPr>
          <w:rFonts w:ascii="Times New Roman" w:hAnsi="Times New Roman"/>
          <w:sz w:val="28"/>
          <w:szCs w:val="28"/>
        </w:rPr>
        <w:t xml:space="preserve"> предусмотрено обязательное изучение </w:t>
      </w:r>
      <w:r>
        <w:rPr>
          <w:rFonts w:ascii="Times New Roman" w:hAnsi="Times New Roman"/>
          <w:sz w:val="28"/>
          <w:szCs w:val="28"/>
        </w:rPr>
        <w:t>истории на этапе среднего</w:t>
      </w:r>
      <w:r w:rsidRPr="001B466E">
        <w:rPr>
          <w:rFonts w:ascii="Times New Roman" w:hAnsi="Times New Roman"/>
          <w:sz w:val="28"/>
          <w:szCs w:val="28"/>
        </w:rPr>
        <w:t xml:space="preserve"> общего образования в 10</w:t>
      </w:r>
      <w:r>
        <w:rPr>
          <w:rFonts w:ascii="Times New Roman" w:hAnsi="Times New Roman"/>
          <w:sz w:val="28"/>
          <w:szCs w:val="28"/>
        </w:rPr>
        <w:t>-11</w:t>
      </w:r>
      <w:r w:rsidRPr="001B466E">
        <w:rPr>
          <w:rFonts w:ascii="Times New Roman" w:hAnsi="Times New Roman"/>
          <w:sz w:val="28"/>
          <w:szCs w:val="28"/>
        </w:rPr>
        <w:t xml:space="preserve"> классе в объеме </w:t>
      </w:r>
      <w:r>
        <w:rPr>
          <w:rFonts w:ascii="Times New Roman" w:hAnsi="Times New Roman"/>
          <w:sz w:val="28"/>
          <w:szCs w:val="28"/>
        </w:rPr>
        <w:t>136</w:t>
      </w:r>
      <w:r w:rsidRPr="001B466E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 (2 часа в неделю).</w:t>
      </w:r>
    </w:p>
    <w:p w:rsidR="000C30BF" w:rsidRPr="001B466E" w:rsidRDefault="000C30BF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C30BF" w:rsidRPr="001B466E" w:rsidSect="006B7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EAA"/>
    <w:rsid w:val="000C30BF"/>
    <w:rsid w:val="001B466E"/>
    <w:rsid w:val="00265FBE"/>
    <w:rsid w:val="00427EE6"/>
    <w:rsid w:val="004D42FB"/>
    <w:rsid w:val="004E5F0C"/>
    <w:rsid w:val="00595586"/>
    <w:rsid w:val="006B72E5"/>
    <w:rsid w:val="007B1198"/>
    <w:rsid w:val="0084672C"/>
    <w:rsid w:val="00AF4EAA"/>
    <w:rsid w:val="00E033C5"/>
    <w:rsid w:val="00EA6BAF"/>
    <w:rsid w:val="00EB6AD5"/>
    <w:rsid w:val="00F75742"/>
    <w:rsid w:val="00FE3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F0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4E5F0C"/>
    <w:rPr>
      <w:rFonts w:eastAsia="Times New Roman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E5F0C"/>
    <w:rPr>
      <w:rFonts w:ascii="Calibri" w:hAnsi="Calibri" w:cs="Times New Roman"/>
      <w:sz w:val="22"/>
      <w:szCs w:val="22"/>
      <w:lang w:val="ru-RU" w:eastAsia="ru-RU" w:bidi="ar-SA"/>
    </w:rPr>
  </w:style>
  <w:style w:type="paragraph" w:styleId="NormalWeb">
    <w:name w:val="Normal (Web)"/>
    <w:basedOn w:val="Normal"/>
    <w:uiPriority w:val="99"/>
    <w:rsid w:val="004E5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E5F0C"/>
    <w:rPr>
      <w:rFonts w:ascii="Times New Roman" w:hAnsi="Times New Roman" w:cs="Times New Roman"/>
      <w:b/>
    </w:rPr>
  </w:style>
  <w:style w:type="paragraph" w:styleId="FootnoteText">
    <w:name w:val="footnote text"/>
    <w:basedOn w:val="Normal"/>
    <w:link w:val="FootnoteTextChar"/>
    <w:uiPriority w:val="99"/>
    <w:rsid w:val="004E5F0C"/>
    <w:pPr>
      <w:tabs>
        <w:tab w:val="left" w:pos="993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5A0A5D"/>
    <w:rPr>
      <w:sz w:val="20"/>
      <w:szCs w:val="20"/>
      <w:lang w:eastAsia="en-US"/>
    </w:rPr>
  </w:style>
  <w:style w:type="character" w:customStyle="1" w:styleId="1">
    <w:name w:val="Текст сноски Знак1"/>
    <w:basedOn w:val="DefaultParagraphFont"/>
    <w:uiPriority w:val="99"/>
    <w:semiHidden/>
    <w:rsid w:val="004E5F0C"/>
    <w:rPr>
      <w:rFonts w:ascii="Calibri" w:eastAsia="Times New Roman" w:hAnsi="Calibri" w:cs="Times New Roman"/>
      <w:sz w:val="20"/>
      <w:szCs w:val="20"/>
    </w:rPr>
  </w:style>
  <w:style w:type="paragraph" w:customStyle="1" w:styleId="ConsPlusNormal">
    <w:name w:val="ConsPlusNormal"/>
    <w:uiPriority w:val="99"/>
    <w:rsid w:val="004E5F0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273</Words>
  <Characters>1562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истории в 10-11 классе </dc:title>
  <dc:subject/>
  <dc:creator>User</dc:creator>
  <cp:keywords/>
  <dc:description/>
  <cp:lastModifiedBy>Наташа</cp:lastModifiedBy>
  <cp:revision>2</cp:revision>
  <dcterms:created xsi:type="dcterms:W3CDTF">2020-05-24T10:30:00Z</dcterms:created>
  <dcterms:modified xsi:type="dcterms:W3CDTF">2020-05-24T10:30:00Z</dcterms:modified>
</cp:coreProperties>
</file>